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54C7A" w14:textId="5AC37E45" w:rsidR="00443A74" w:rsidRPr="00443A74" w:rsidRDefault="00443A74" w:rsidP="00443A74">
      <w:pPr>
        <w:pStyle w:val="affa"/>
      </w:pPr>
      <w:r>
        <w:t xml:space="preserve"> </w:t>
      </w:r>
      <w:r w:rsidRPr="00443A74">
        <w:t xml:space="preserve">Приложение № </w:t>
      </w:r>
      <w:r w:rsidR="00574AB6">
        <w:t>5</w:t>
      </w:r>
      <w:r w:rsidR="00D32019">
        <w:t>А</w:t>
      </w:r>
    </w:p>
    <w:p w14:paraId="6D9CCD8D" w14:textId="55A6B780" w:rsidR="00574AB6" w:rsidRPr="00574AB6" w:rsidRDefault="00701F01" w:rsidP="00574AB6">
      <w:pPr>
        <w:pStyle w:val="10"/>
        <w:spacing w:line="229" w:lineRule="exact"/>
        <w:ind w:right="266"/>
        <w:jc w:val="center"/>
        <w:rPr>
          <w:bCs w:val="0"/>
          <w:szCs w:val="22"/>
        </w:rPr>
      </w:pPr>
      <w:r>
        <w:rPr>
          <w:bCs w:val="0"/>
          <w:szCs w:val="22"/>
        </w:rPr>
        <w:t>Заявление</w:t>
      </w:r>
    </w:p>
    <w:p w14:paraId="33868718" w14:textId="103F8DBB" w:rsidR="00574AB6" w:rsidRPr="00574AB6" w:rsidRDefault="00701F01" w:rsidP="00574AB6">
      <w:pPr>
        <w:ind w:left="351" w:right="626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на предоставление справки, подтверждающей факт зачисления денежных средств на индивидуальный инвестиционный счет</w:t>
      </w:r>
      <w:r w:rsidR="00574AB6" w:rsidRPr="00574AB6">
        <w:rPr>
          <w:rFonts w:ascii="Arial" w:eastAsia="Arial" w:hAnsi="Arial" w:cs="Arial"/>
          <w:b/>
          <w:sz w:val="20"/>
        </w:rPr>
        <w:t xml:space="preserve"> </w:t>
      </w:r>
    </w:p>
    <w:p w14:paraId="131D8D65" w14:textId="4AF97AB6" w:rsidR="00301F04" w:rsidRDefault="00993FA1" w:rsidP="00574AB6">
      <w:pPr>
        <w:pStyle w:val="affa"/>
      </w:pPr>
      <w:r>
        <w:t>№ ____ от</w:t>
      </w:r>
      <w:r w:rsidR="00C92C2C" w:rsidRPr="00C92C2C">
        <w:t>_____/_____/_____г.</w:t>
      </w: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5221BF1B" w14:textId="6088A0CC" w:rsidR="00574AB6" w:rsidRDefault="00D32019" w:rsidP="00574AB6">
      <w:pPr>
        <w:pStyle w:val="a5"/>
        <w:tabs>
          <w:tab w:val="left" w:pos="6167"/>
        </w:tabs>
        <w:spacing w:before="181"/>
        <w:ind w:left="172" w:right="448" w:firstLine="617"/>
        <w:jc w:val="both"/>
      </w:pPr>
      <w:r>
        <w:t xml:space="preserve">           </w:t>
      </w:r>
      <w:r w:rsidR="00574AB6">
        <w:t>Настоящим прошу Вас предоставить мне справку подтверждающую факт зачисления денежных средств на</w:t>
      </w:r>
      <w:r w:rsidR="00574AB6">
        <w:rPr>
          <w:spacing w:val="1"/>
        </w:rPr>
        <w:t xml:space="preserve"> </w:t>
      </w:r>
      <w:r w:rsidR="00574AB6">
        <w:t>индивидуальный инвестиционный</w:t>
      </w:r>
      <w:r w:rsidR="00574AB6">
        <w:rPr>
          <w:spacing w:val="-1"/>
        </w:rPr>
        <w:t xml:space="preserve"> </w:t>
      </w:r>
      <w:r w:rsidR="00574AB6">
        <w:t>счет</w:t>
      </w:r>
      <w:r w:rsidR="00574AB6">
        <w:rPr>
          <w:spacing w:val="-2"/>
        </w:rPr>
        <w:t xml:space="preserve"> </w:t>
      </w:r>
      <w:r w:rsidR="00574AB6">
        <w:t>по</w:t>
      </w:r>
      <w:r w:rsidR="00574AB6">
        <w:rPr>
          <w:spacing w:val="1"/>
        </w:rPr>
        <w:t xml:space="preserve"> </w:t>
      </w:r>
      <w:proofErr w:type="gramStart"/>
      <w:r w:rsidR="00574AB6">
        <w:t xml:space="preserve">Договору  </w:t>
      </w:r>
      <w:r w:rsidR="00701F01">
        <w:t>на</w:t>
      </w:r>
      <w:proofErr w:type="gramEnd"/>
      <w:r w:rsidR="00701F01">
        <w:t xml:space="preserve"> брокерское обслуживание на ведение индивидуального инвестиционного счета</w:t>
      </w:r>
      <w:r w:rsidR="00701F01">
        <w:t xml:space="preserve"> № </w:t>
      </w:r>
      <w:r w:rsidR="00701F01" w:rsidRPr="00701F01">
        <w:rPr>
          <w:u w:val="single"/>
        </w:rPr>
        <w:t xml:space="preserve">                  </w:t>
      </w:r>
      <w:r w:rsidR="00701F01">
        <w:t xml:space="preserve">  </w:t>
      </w:r>
      <w:r w:rsidR="00574AB6">
        <w:t xml:space="preserve">от </w:t>
      </w:r>
      <w:r w:rsidR="00574AB6">
        <w:rPr>
          <w:u w:val="single"/>
        </w:rPr>
        <w:t xml:space="preserve">    .    .     </w:t>
      </w:r>
      <w:r w:rsidR="00574AB6">
        <w:rPr>
          <w:spacing w:val="1"/>
        </w:rPr>
        <w:t xml:space="preserve"> </w:t>
      </w:r>
      <w:r w:rsidR="00574AB6">
        <w:t xml:space="preserve">года, за период с 01.01.20 </w:t>
      </w:r>
      <w:r w:rsidR="00574AB6">
        <w:rPr>
          <w:u w:val="single"/>
        </w:rPr>
        <w:t xml:space="preserve">     </w:t>
      </w:r>
      <w:r w:rsidR="00574AB6">
        <w:t>года</w:t>
      </w:r>
      <w:r w:rsidR="00574AB6">
        <w:rPr>
          <w:spacing w:val="-47"/>
        </w:rPr>
        <w:t xml:space="preserve"> </w:t>
      </w:r>
      <w:r w:rsidR="00701F01">
        <w:rPr>
          <w:spacing w:val="-47"/>
        </w:rPr>
        <w:t xml:space="preserve">        </w:t>
      </w:r>
      <w:r w:rsidR="00574AB6">
        <w:t>по 31.12.20</w:t>
      </w:r>
      <w:r w:rsidR="00574AB6">
        <w:rPr>
          <w:spacing w:val="45"/>
          <w:u w:val="single"/>
        </w:rPr>
        <w:t xml:space="preserve"> </w:t>
      </w:r>
      <w:r w:rsidR="00574AB6">
        <w:t>год.</w:t>
      </w:r>
    </w:p>
    <w:p w14:paraId="73AD609F" w14:textId="77777777" w:rsidR="00574AB6" w:rsidRDefault="00574AB6" w:rsidP="00574AB6">
      <w:pPr>
        <w:pStyle w:val="a5"/>
        <w:rPr>
          <w:sz w:val="22"/>
        </w:rPr>
      </w:pPr>
    </w:p>
    <w:p w14:paraId="5D60B097" w14:textId="77777777" w:rsidR="00574AB6" w:rsidRDefault="00574AB6" w:rsidP="00574AB6">
      <w:pPr>
        <w:pStyle w:val="a5"/>
        <w:rPr>
          <w:sz w:val="22"/>
        </w:rPr>
      </w:pPr>
    </w:p>
    <w:p w14:paraId="6163825F" w14:textId="77777777" w:rsidR="00574AB6" w:rsidRDefault="00574AB6" w:rsidP="00574AB6">
      <w:pPr>
        <w:pStyle w:val="a5"/>
        <w:rPr>
          <w:sz w:val="22"/>
        </w:rPr>
      </w:pPr>
    </w:p>
    <w:p w14:paraId="418D5778" w14:textId="77777777" w:rsidR="00574AB6" w:rsidRDefault="00574AB6" w:rsidP="00574AB6">
      <w:pPr>
        <w:pStyle w:val="a5"/>
        <w:spacing w:before="159"/>
        <w:ind w:left="172"/>
      </w:pPr>
      <w:r>
        <w:t>Дата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подпись</w:t>
      </w:r>
      <w:r>
        <w:rPr>
          <w:spacing w:val="-1"/>
        </w:rPr>
        <w:t xml:space="preserve"> </w:t>
      </w:r>
      <w:r>
        <w:t>Клиента:</w:t>
      </w:r>
    </w:p>
    <w:p w14:paraId="66617214" w14:textId="77777777" w:rsidR="00574AB6" w:rsidRDefault="00574AB6" w:rsidP="00574AB6">
      <w:pPr>
        <w:pStyle w:val="a5"/>
        <w:spacing w:before="1"/>
      </w:pPr>
    </w:p>
    <w:p w14:paraId="43626127" w14:textId="20567F94" w:rsidR="00574AB6" w:rsidRDefault="00574AB6" w:rsidP="00574AB6">
      <w:pPr>
        <w:pStyle w:val="a5"/>
        <w:tabs>
          <w:tab w:val="left" w:pos="789"/>
          <w:tab w:val="left" w:pos="2582"/>
          <w:tab w:val="left" w:pos="3131"/>
          <w:tab w:val="left" w:pos="4944"/>
          <w:tab w:val="left" w:pos="7627"/>
        </w:tabs>
        <w:ind w:left="389"/>
      </w:pPr>
      <w:r>
        <w:t>«</w:t>
      </w:r>
      <w:proofErr w:type="gramStart"/>
      <w:r>
        <w:rPr>
          <w:u w:val="single"/>
        </w:rPr>
        <w:tab/>
      </w:r>
      <w:r>
        <w:t>»</w:t>
      </w:r>
      <w:r w:rsidR="00701F01">
        <w:t>_</w:t>
      </w:r>
      <w:proofErr w:type="gramEnd"/>
      <w:r w:rsidR="00701F01">
        <w:t>_____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035E09F" w14:textId="77777777" w:rsidR="00574AB6" w:rsidRDefault="00574AB6" w:rsidP="00574AB6">
      <w:pPr>
        <w:pStyle w:val="a5"/>
      </w:pPr>
    </w:p>
    <w:p w14:paraId="1DF70A3B" w14:textId="77777777" w:rsidR="00574AB6" w:rsidRDefault="00574AB6" w:rsidP="00574AB6">
      <w:pPr>
        <w:pStyle w:val="a5"/>
      </w:pPr>
    </w:p>
    <w:p w14:paraId="08BFF9BF" w14:textId="29504470" w:rsidR="00D32019" w:rsidRDefault="00D32019" w:rsidP="00574AB6">
      <w:pPr>
        <w:pStyle w:val="a5"/>
        <w:ind w:left="172" w:right="442"/>
        <w:jc w:val="both"/>
        <w:rPr>
          <w:sz w:val="19"/>
        </w:rPr>
      </w:pPr>
    </w:p>
    <w:p w14:paraId="46CE46B2" w14:textId="77777777" w:rsidR="00143808" w:rsidRDefault="00143808" w:rsidP="00515FF0">
      <w:pPr>
        <w:pStyle w:val="af1"/>
      </w:pPr>
    </w:p>
    <w:p w14:paraId="65691BD8" w14:textId="67D739B8" w:rsidR="00515FF0" w:rsidRDefault="00515FF0" w:rsidP="00515FF0">
      <w:pPr>
        <w:pStyle w:val="af1"/>
      </w:pPr>
      <w:r>
        <w:t>Служебные отметки</w:t>
      </w:r>
    </w:p>
    <w:tbl>
      <w:tblPr>
        <w:tblStyle w:val="14"/>
        <w:tblW w:w="9930" w:type="dxa"/>
        <w:tblLayout w:type="fixed"/>
        <w:tblLook w:val="04A0" w:firstRow="1" w:lastRow="0" w:firstColumn="1" w:lastColumn="0" w:noHBand="0" w:noVBand="1"/>
      </w:tblPr>
      <w:tblGrid>
        <w:gridCol w:w="2392"/>
        <w:gridCol w:w="3119"/>
        <w:gridCol w:w="4419"/>
      </w:tblGrid>
      <w:tr w:rsidR="00515FF0" w14:paraId="06CF626F" w14:textId="77777777" w:rsidTr="00B6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13EE327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Дата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412420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Время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B7B5DEF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Сотрудник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принявший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уведомление</w:t>
            </w:r>
            <w:proofErr w:type="spellEnd"/>
          </w:p>
        </w:tc>
      </w:tr>
      <w:tr w:rsidR="00515FF0" w14:paraId="6CF9A39E" w14:textId="77777777" w:rsidTr="00B612C6">
        <w:trPr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5CFFF02C" w14:textId="0EFBFA64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«___» ______________ 202_</w:t>
            </w:r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ADBC7F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__:__:__</w:t>
            </w:r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253F48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_______________________________</w:t>
            </w:r>
          </w:p>
        </w:tc>
      </w:tr>
    </w:tbl>
    <w:p w14:paraId="4006C4E8" w14:textId="77777777" w:rsidR="00515FF0" w:rsidRDefault="00515FF0" w:rsidP="00515FF0">
      <w:pPr>
        <w:pStyle w:val="20"/>
        <w:numPr>
          <w:ilvl w:val="0"/>
          <w:numId w:val="0"/>
        </w:numPr>
        <w:tabs>
          <w:tab w:val="clear" w:pos="221"/>
          <w:tab w:val="left" w:pos="528"/>
        </w:tabs>
        <w:rPr>
          <w:lang w:val="ru-RU"/>
        </w:rPr>
      </w:pPr>
    </w:p>
    <w:sectPr w:rsidR="00515FF0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BDF4C" w14:textId="77777777" w:rsidR="00DB5EA3" w:rsidRDefault="00DB5EA3">
      <w:r>
        <w:separator/>
      </w:r>
    </w:p>
  </w:endnote>
  <w:endnote w:type="continuationSeparator" w:id="0">
    <w:p w14:paraId="2C7ED739" w14:textId="77777777" w:rsidR="00DB5EA3" w:rsidRDefault="00DB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1634" w14:textId="5309ADC5" w:rsidR="00E73AE1" w:rsidRDefault="00E73AE1">
    <w:pPr>
      <w:pStyle w:val="ac"/>
      <w:rPr>
        <w:rFonts w:ascii="Arial" w:hAnsi="Arial" w:cs="Arial"/>
        <w:sz w:val="16"/>
        <w:szCs w:val="16"/>
      </w:rPr>
    </w:pPr>
    <w:r w:rsidRPr="00D91553">
      <w:rPr>
        <w:rFonts w:ascii="Arial" w:hAnsi="Arial" w:cs="Arial"/>
        <w:sz w:val="16"/>
        <w:szCs w:val="16"/>
      </w:rPr>
      <w:t xml:space="preserve">   </w:t>
    </w:r>
  </w:p>
  <w:p w14:paraId="171DD314" w14:textId="6A27D684" w:rsidR="00D91553" w:rsidRDefault="00D91553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B612C6">
      <w:rPr>
        <w:rFonts w:ascii="Arial" w:hAnsi="Arial" w:cs="Arial"/>
        <w:sz w:val="16"/>
        <w:szCs w:val="16"/>
      </w:rPr>
      <w:t xml:space="preserve"> 1.</w:t>
    </w:r>
    <w:r w:rsidRPr="00D91553">
      <w:rPr>
        <w:rFonts w:ascii="Arial" w:hAnsi="Arial" w:cs="Arial"/>
        <w:sz w:val="16"/>
        <w:szCs w:val="16"/>
      </w:rPr>
      <w:t>Поручение должно быть заполнено разборчиво</w:t>
    </w:r>
    <w:r>
      <w:rPr>
        <w:rFonts w:ascii="Arial" w:hAnsi="Arial" w:cs="Arial"/>
        <w:sz w:val="16"/>
        <w:szCs w:val="16"/>
      </w:rPr>
      <w:t xml:space="preserve">, не допускаются </w:t>
    </w:r>
    <w:r w:rsidRPr="00D91553">
      <w:rPr>
        <w:rFonts w:ascii="Arial" w:hAnsi="Arial" w:cs="Arial"/>
        <w:sz w:val="16"/>
        <w:szCs w:val="16"/>
      </w:rPr>
      <w:t>исправления и помарки</w:t>
    </w:r>
  </w:p>
  <w:p w14:paraId="51142089" w14:textId="77777777" w:rsidR="00D91553" w:rsidRPr="00D91553" w:rsidRDefault="00D91553">
    <w:pPr>
      <w:pStyle w:val="ac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83166" w14:textId="77777777" w:rsidR="00DB5EA3" w:rsidRDefault="00DB5EA3">
      <w:r>
        <w:separator/>
      </w:r>
    </w:p>
  </w:footnote>
  <w:footnote w:type="continuationSeparator" w:id="0">
    <w:p w14:paraId="14F4AF75" w14:textId="77777777" w:rsidR="00DB5EA3" w:rsidRDefault="00DB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 w:numId="46" w16cid:durableId="891423689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43808"/>
    <w:rsid w:val="00160174"/>
    <w:rsid w:val="00165C22"/>
    <w:rsid w:val="00186B49"/>
    <w:rsid w:val="00196FA5"/>
    <w:rsid w:val="001A3577"/>
    <w:rsid w:val="001E00F5"/>
    <w:rsid w:val="001E0779"/>
    <w:rsid w:val="001E4AE1"/>
    <w:rsid w:val="001F64EC"/>
    <w:rsid w:val="00200928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10555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2496"/>
    <w:rsid w:val="00435F19"/>
    <w:rsid w:val="00443A74"/>
    <w:rsid w:val="00447C5A"/>
    <w:rsid w:val="004751E1"/>
    <w:rsid w:val="00480FFC"/>
    <w:rsid w:val="004C7D6A"/>
    <w:rsid w:val="00502364"/>
    <w:rsid w:val="005077B4"/>
    <w:rsid w:val="005110CD"/>
    <w:rsid w:val="00515FF0"/>
    <w:rsid w:val="00522CFB"/>
    <w:rsid w:val="00574AB6"/>
    <w:rsid w:val="00584CA6"/>
    <w:rsid w:val="00590472"/>
    <w:rsid w:val="00595FD1"/>
    <w:rsid w:val="005A17CE"/>
    <w:rsid w:val="005C02F6"/>
    <w:rsid w:val="005E0EB9"/>
    <w:rsid w:val="005E645B"/>
    <w:rsid w:val="00605CAF"/>
    <w:rsid w:val="00615C8C"/>
    <w:rsid w:val="006173D6"/>
    <w:rsid w:val="0064522A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01F01"/>
    <w:rsid w:val="00707E87"/>
    <w:rsid w:val="00716479"/>
    <w:rsid w:val="007339F1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606C"/>
    <w:rsid w:val="0099213A"/>
    <w:rsid w:val="00993FA1"/>
    <w:rsid w:val="00994CF2"/>
    <w:rsid w:val="009C45CA"/>
    <w:rsid w:val="009D7F8D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00C70"/>
    <w:rsid w:val="00B310B3"/>
    <w:rsid w:val="00B56508"/>
    <w:rsid w:val="00B605D7"/>
    <w:rsid w:val="00B612C6"/>
    <w:rsid w:val="00B846F9"/>
    <w:rsid w:val="00BE08F3"/>
    <w:rsid w:val="00BE2B10"/>
    <w:rsid w:val="00BF6200"/>
    <w:rsid w:val="00C27117"/>
    <w:rsid w:val="00C31863"/>
    <w:rsid w:val="00C3790A"/>
    <w:rsid w:val="00C74B5A"/>
    <w:rsid w:val="00C773DF"/>
    <w:rsid w:val="00C83F87"/>
    <w:rsid w:val="00C853E8"/>
    <w:rsid w:val="00C92C2C"/>
    <w:rsid w:val="00CA63C9"/>
    <w:rsid w:val="00CE1779"/>
    <w:rsid w:val="00CE3DBD"/>
    <w:rsid w:val="00CF415D"/>
    <w:rsid w:val="00D1693D"/>
    <w:rsid w:val="00D270DE"/>
    <w:rsid w:val="00D32019"/>
    <w:rsid w:val="00D5056C"/>
    <w:rsid w:val="00D5344C"/>
    <w:rsid w:val="00D84947"/>
    <w:rsid w:val="00D91553"/>
    <w:rsid w:val="00DA3564"/>
    <w:rsid w:val="00DA7FFC"/>
    <w:rsid w:val="00DB5EA3"/>
    <w:rsid w:val="00DD1C6C"/>
    <w:rsid w:val="00DE264E"/>
    <w:rsid w:val="00DE4672"/>
    <w:rsid w:val="00DF2378"/>
    <w:rsid w:val="00DF64EF"/>
    <w:rsid w:val="00E000C2"/>
    <w:rsid w:val="00E244BC"/>
    <w:rsid w:val="00E321B4"/>
    <w:rsid w:val="00E449EA"/>
    <w:rsid w:val="00E62CBD"/>
    <w:rsid w:val="00E73AE1"/>
    <w:rsid w:val="00E7487F"/>
    <w:rsid w:val="00E843D7"/>
    <w:rsid w:val="00E937CE"/>
    <w:rsid w:val="00EF2710"/>
    <w:rsid w:val="00EF4DD2"/>
    <w:rsid w:val="00F1018D"/>
    <w:rsid w:val="00F131CD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C68E5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qFormat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uiPriority w:val="99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443A74"/>
    <w:pPr>
      <w:spacing w:line="245" w:lineRule="auto"/>
    </w:pPr>
    <w:rPr>
      <w:rFonts w:ascii="Arial" w:hAnsi="Arial"/>
      <w:bCs/>
      <w:sz w:val="18"/>
      <w:szCs w:val="1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443A74"/>
    <w:rPr>
      <w:rFonts w:ascii="Arial" w:eastAsia="Microsoft Sans Serif" w:hAnsi="Arial" w:cs="Microsoft Sans Serif"/>
      <w:bCs/>
      <w:sz w:val="18"/>
      <w:szCs w:val="1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ID">
    <w:name w:val="ID"/>
    <w:rsid w:val="005110CD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99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15</cp:revision>
  <cp:lastPrinted>2023-04-18T16:29:00Z</cp:lastPrinted>
  <dcterms:created xsi:type="dcterms:W3CDTF">2023-07-31T12:08:00Z</dcterms:created>
  <dcterms:modified xsi:type="dcterms:W3CDTF">2024-09-26T13:59:00Z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